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7707F4-E54F-4A49-8B38-F8A3E8301A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